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F1308F" w14:textId="4C1D4403" w:rsidR="0034132F" w:rsidRPr="00FF05C6" w:rsidRDefault="00A023D5" w:rsidP="00FF05C6">
      <w:pPr>
        <w:pStyle w:val="ListParagraph"/>
        <w:numPr>
          <w:ilvl w:val="0"/>
          <w:numId w:val="1"/>
        </w:numPr>
        <w:jc w:val="center"/>
        <w:rPr>
          <w:b/>
          <w:u w:val="single"/>
        </w:rPr>
      </w:pPr>
      <w:bookmarkStart w:id="0" w:name="_GoBack"/>
      <w:bookmarkEnd w:id="0"/>
      <w:r w:rsidRPr="00FF05C6">
        <w:rPr>
          <w:b/>
          <w:u w:val="single"/>
        </w:rPr>
        <w:t>PARACHUTE</w:t>
      </w:r>
      <w:r w:rsidR="000B348B" w:rsidRPr="00FF05C6">
        <w:rPr>
          <w:b/>
          <w:u w:val="single"/>
        </w:rPr>
        <w:t>S</w:t>
      </w:r>
    </w:p>
    <w:p w14:paraId="337FE266" w14:textId="77777777" w:rsidR="00FF05C6" w:rsidRPr="00FF05C6" w:rsidRDefault="00FF05C6" w:rsidP="00872430">
      <w:pPr>
        <w:pStyle w:val="ListParagraph"/>
        <w:rPr>
          <w:b/>
          <w:u w:val="single"/>
        </w:rPr>
      </w:pPr>
    </w:p>
    <w:p w14:paraId="1505D7EC" w14:textId="1C83DD72" w:rsidR="00834689" w:rsidRDefault="0034132F" w:rsidP="00BE6DE9">
      <w:r>
        <w:t>The below</w:t>
      </w:r>
      <w:r w:rsidR="00BE6DE9">
        <w:t xml:space="preserve"> named person has undergon</w:t>
      </w:r>
      <w:r w:rsidR="00765C34">
        <w:t xml:space="preserve">e local theoretical </w:t>
      </w:r>
      <w:r w:rsidR="00B54E8C">
        <w:t>and practical training</w:t>
      </w:r>
      <w:r w:rsidR="00BE6DE9">
        <w:t xml:space="preserve"> to enable him/her to compete</w:t>
      </w:r>
      <w:r w:rsidR="00A023D5">
        <w:t>ntly handle and perform daily parachute checks on NVGC parachutes</w:t>
      </w:r>
      <w:r w:rsidR="00765C34">
        <w:t>.</w:t>
      </w:r>
    </w:p>
    <w:p w14:paraId="04A4A133" w14:textId="77777777" w:rsidR="00872430" w:rsidRDefault="00872430" w:rsidP="00BE6DE9">
      <w:pPr>
        <w:rPr>
          <w:sz w:val="22"/>
          <w:szCs w:val="22"/>
        </w:rPr>
      </w:pPr>
    </w:p>
    <w:p w14:paraId="2BEB43F4" w14:textId="77777777" w:rsidR="00872430" w:rsidRDefault="00872430" w:rsidP="00BE6DE9">
      <w:pPr>
        <w:rPr>
          <w:sz w:val="22"/>
          <w:szCs w:val="22"/>
        </w:rPr>
      </w:pPr>
    </w:p>
    <w:p w14:paraId="3AC8CB6A" w14:textId="77777777" w:rsidR="00872430" w:rsidRDefault="00872430" w:rsidP="00BE6DE9">
      <w:pPr>
        <w:rPr>
          <w:sz w:val="22"/>
          <w:szCs w:val="22"/>
        </w:rPr>
      </w:pPr>
    </w:p>
    <w:tbl>
      <w:tblPr>
        <w:tblStyle w:val="TableGrid"/>
        <w:tblpPr w:leftFromText="180" w:rightFromText="180" w:vertAnchor="page" w:horzAnchor="page" w:tblpX="1189" w:tblpY="2908"/>
        <w:tblW w:w="10298" w:type="dxa"/>
        <w:tblLook w:val="04A0" w:firstRow="1" w:lastRow="0" w:firstColumn="1" w:lastColumn="0" w:noHBand="0" w:noVBand="1"/>
      </w:tblPr>
      <w:tblGrid>
        <w:gridCol w:w="1350"/>
        <w:gridCol w:w="3152"/>
        <w:gridCol w:w="2025"/>
        <w:gridCol w:w="3771"/>
      </w:tblGrid>
      <w:tr w:rsidR="00872430" w14:paraId="2C80FD15" w14:textId="77777777" w:rsidTr="00872430">
        <w:tc>
          <w:tcPr>
            <w:tcW w:w="10298" w:type="dxa"/>
            <w:gridSpan w:val="4"/>
          </w:tcPr>
          <w:p w14:paraId="1DF3C95F" w14:textId="77777777" w:rsidR="00872430" w:rsidRPr="00D76CFD" w:rsidRDefault="00872430" w:rsidP="00872430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NVGC PARACHUTE HANDLING/SERVICING</w:t>
            </w:r>
            <w:r w:rsidRPr="00D76CFD">
              <w:rPr>
                <w:rFonts w:ascii="Bookman Old Style" w:hAnsi="Bookman Old Style"/>
                <w:b/>
              </w:rPr>
              <w:t xml:space="preserve"> RECORD</w:t>
            </w:r>
          </w:p>
        </w:tc>
      </w:tr>
      <w:tr w:rsidR="00872430" w14:paraId="7F093303" w14:textId="77777777" w:rsidTr="00872430">
        <w:tc>
          <w:tcPr>
            <w:tcW w:w="1350" w:type="dxa"/>
          </w:tcPr>
          <w:p w14:paraId="6B79D19D" w14:textId="77777777" w:rsidR="00872430" w:rsidRDefault="00872430" w:rsidP="00872430">
            <w:r>
              <w:t>DATE</w:t>
            </w:r>
          </w:p>
        </w:tc>
        <w:tc>
          <w:tcPr>
            <w:tcW w:w="3152" w:type="dxa"/>
          </w:tcPr>
          <w:p w14:paraId="3B6B5CB6" w14:textId="77777777" w:rsidR="00872430" w:rsidRDefault="00872430" w:rsidP="00872430">
            <w:pPr>
              <w:jc w:val="center"/>
            </w:pPr>
            <w:r>
              <w:t>PROCEDURES</w:t>
            </w:r>
          </w:p>
        </w:tc>
        <w:tc>
          <w:tcPr>
            <w:tcW w:w="2025" w:type="dxa"/>
          </w:tcPr>
          <w:p w14:paraId="20D08284" w14:textId="77777777" w:rsidR="00872430" w:rsidRDefault="00872430" w:rsidP="00872430">
            <w:pPr>
              <w:jc w:val="center"/>
            </w:pPr>
          </w:p>
        </w:tc>
        <w:tc>
          <w:tcPr>
            <w:tcW w:w="3771" w:type="dxa"/>
          </w:tcPr>
          <w:p w14:paraId="7A2BD7F8" w14:textId="77777777" w:rsidR="00872430" w:rsidRDefault="00872430" w:rsidP="00872430">
            <w:pPr>
              <w:jc w:val="center"/>
            </w:pPr>
            <w:r>
              <w:t>INSTRUCTOR</w:t>
            </w:r>
          </w:p>
        </w:tc>
      </w:tr>
      <w:tr w:rsidR="00872430" w14:paraId="03871930" w14:textId="77777777" w:rsidTr="00872430">
        <w:trPr>
          <w:trHeight w:val="1677"/>
        </w:trPr>
        <w:tc>
          <w:tcPr>
            <w:tcW w:w="1350" w:type="dxa"/>
            <w:vMerge w:val="restart"/>
            <w:textDirection w:val="btLr"/>
          </w:tcPr>
          <w:p w14:paraId="1EF6E5EA" w14:textId="0757548A" w:rsidR="00872430" w:rsidRDefault="00872430" w:rsidP="00872430">
            <w:pPr>
              <w:ind w:left="113" w:right="113"/>
            </w:pPr>
          </w:p>
          <w:p w14:paraId="06AFCE60" w14:textId="366D5889" w:rsidR="00872430" w:rsidRDefault="00872430" w:rsidP="00872430">
            <w:pPr>
              <w:ind w:left="113" w:right="113"/>
            </w:pPr>
            <w:r w:rsidRPr="00433107">
              <w:t xml:space="preserve">I confirm </w:t>
            </w:r>
            <w:proofErr w:type="gramStart"/>
            <w:r w:rsidRPr="00433107">
              <w:t>that  all</w:t>
            </w:r>
            <w:proofErr w:type="gramEnd"/>
            <w:r w:rsidRPr="00433107">
              <w:t xml:space="preserve"> the information  contained under the </w:t>
            </w:r>
            <w:r w:rsidR="002C1C34">
              <w:t xml:space="preserve">TASK column has been delivered </w:t>
            </w:r>
          </w:p>
          <w:p w14:paraId="1BEA51F8" w14:textId="77777777" w:rsidR="002C1C34" w:rsidRPr="00433107" w:rsidRDefault="002C1C34" w:rsidP="00872430">
            <w:pPr>
              <w:ind w:left="113" w:right="113"/>
            </w:pPr>
          </w:p>
          <w:p w14:paraId="218CE9CE" w14:textId="77777777" w:rsidR="00872430" w:rsidRDefault="00872430" w:rsidP="00872430">
            <w:pPr>
              <w:ind w:left="113" w:right="113"/>
            </w:pPr>
            <w:r w:rsidRPr="00433107">
              <w:t>Instructor: …………………………………… Signature</w:t>
            </w:r>
            <w:proofErr w:type="gramStart"/>
            <w:r w:rsidRPr="00433107">
              <w:t>: ………………………….</w:t>
            </w:r>
            <w:proofErr w:type="gramEnd"/>
            <w:r w:rsidRPr="00433107">
              <w:t>… Date</w:t>
            </w:r>
            <w:proofErr w:type="gramStart"/>
            <w:r w:rsidRPr="00433107">
              <w:t>: ………………..</w:t>
            </w:r>
            <w:proofErr w:type="gramEnd"/>
            <w:r w:rsidRPr="00433107">
              <w:t>………………</w:t>
            </w:r>
          </w:p>
        </w:tc>
        <w:tc>
          <w:tcPr>
            <w:tcW w:w="3152" w:type="dxa"/>
          </w:tcPr>
          <w:p w14:paraId="35F25A44" w14:textId="77777777" w:rsidR="00872430" w:rsidRPr="00A44145" w:rsidRDefault="00872430" w:rsidP="00872430">
            <w:pPr>
              <w:rPr>
                <w:b/>
              </w:rPr>
            </w:pPr>
            <w:r>
              <w:rPr>
                <w:b/>
              </w:rPr>
              <w:t xml:space="preserve">BGA/NVGC: </w:t>
            </w:r>
            <w:r>
              <w:t>recommends to wear parachutes in all club gliders. Mandatory for cloud flying.  Briefing to include adjustment/handling and care.</w:t>
            </w:r>
          </w:p>
        </w:tc>
        <w:tc>
          <w:tcPr>
            <w:tcW w:w="2025" w:type="dxa"/>
          </w:tcPr>
          <w:p w14:paraId="2D7DBD68" w14:textId="77777777" w:rsidR="00872430" w:rsidRDefault="00872430" w:rsidP="00872430">
            <w:pPr>
              <w:jc w:val="center"/>
            </w:pPr>
          </w:p>
          <w:p w14:paraId="4BD800B8" w14:textId="77777777" w:rsidR="00872430" w:rsidRDefault="00872430" w:rsidP="00872430">
            <w:pPr>
              <w:jc w:val="center"/>
            </w:pPr>
            <w:r>
              <w:t>THEORETICAL AND</w:t>
            </w:r>
          </w:p>
          <w:p w14:paraId="38A066B0" w14:textId="77777777" w:rsidR="00872430" w:rsidRDefault="00872430" w:rsidP="00872430">
            <w:pPr>
              <w:jc w:val="center"/>
            </w:pPr>
            <w:r>
              <w:t>PRACTICAL TRAINING</w:t>
            </w:r>
          </w:p>
        </w:tc>
        <w:tc>
          <w:tcPr>
            <w:tcW w:w="3771" w:type="dxa"/>
          </w:tcPr>
          <w:p w14:paraId="7C905197" w14:textId="77777777" w:rsidR="00872430" w:rsidRDefault="00872430" w:rsidP="00872430"/>
          <w:p w14:paraId="4796FE06" w14:textId="39DE07F2" w:rsidR="00872430" w:rsidRDefault="002C1C34" w:rsidP="00872430">
            <w:proofErr w:type="gramStart"/>
            <w:r>
              <w:t>NAME …</w:t>
            </w:r>
            <w:r w:rsidR="00872430">
              <w:t>…………………………….</w:t>
            </w:r>
            <w:proofErr w:type="gramEnd"/>
            <w:r w:rsidR="00872430">
              <w:t>………..</w:t>
            </w:r>
          </w:p>
          <w:p w14:paraId="069C02E0" w14:textId="77777777" w:rsidR="00872430" w:rsidRDefault="00872430" w:rsidP="00872430"/>
          <w:p w14:paraId="2A2704EC" w14:textId="77777777" w:rsidR="00872430" w:rsidRDefault="00872430" w:rsidP="00872430"/>
          <w:p w14:paraId="35F49865" w14:textId="57B15E19" w:rsidR="00872430" w:rsidRDefault="002C1C34" w:rsidP="00872430">
            <w:r>
              <w:t>SIGNATURE: ……</w:t>
            </w:r>
            <w:r w:rsidR="00872430">
              <w:t>…………………………</w:t>
            </w:r>
          </w:p>
        </w:tc>
      </w:tr>
      <w:tr w:rsidR="00872430" w14:paraId="50935035" w14:textId="77777777" w:rsidTr="00872430">
        <w:tc>
          <w:tcPr>
            <w:tcW w:w="1350" w:type="dxa"/>
            <w:vMerge/>
          </w:tcPr>
          <w:p w14:paraId="70DDE648" w14:textId="77777777" w:rsidR="00872430" w:rsidRDefault="00872430" w:rsidP="00872430"/>
        </w:tc>
        <w:tc>
          <w:tcPr>
            <w:tcW w:w="3152" w:type="dxa"/>
          </w:tcPr>
          <w:p w14:paraId="0BD83991" w14:textId="77777777" w:rsidR="00872430" w:rsidRPr="00D76CFD" w:rsidRDefault="00872430" w:rsidP="00872430">
            <w:r>
              <w:rPr>
                <w:b/>
              </w:rPr>
              <w:t xml:space="preserve">Briefing </w:t>
            </w:r>
            <w:r>
              <w:t>– fitting demonstration /Canopy jettison/ strap release. Ripcord location and use.  Bale out circumstances (P1 decision) and aircraft exit. Parachute opening/descent/landing</w:t>
            </w:r>
          </w:p>
        </w:tc>
        <w:tc>
          <w:tcPr>
            <w:tcW w:w="2025" w:type="dxa"/>
          </w:tcPr>
          <w:p w14:paraId="01252840" w14:textId="77777777" w:rsidR="00872430" w:rsidRDefault="00872430" w:rsidP="00872430"/>
          <w:p w14:paraId="0985D80D" w14:textId="77777777" w:rsidR="00872430" w:rsidRDefault="00872430" w:rsidP="00872430">
            <w:pPr>
              <w:jc w:val="center"/>
            </w:pPr>
            <w:r>
              <w:t>THEORETICAL AND</w:t>
            </w:r>
          </w:p>
          <w:p w14:paraId="6EBE120F" w14:textId="77777777" w:rsidR="00872430" w:rsidRDefault="00872430" w:rsidP="00872430">
            <w:pPr>
              <w:jc w:val="center"/>
            </w:pPr>
            <w:r>
              <w:t>PRACTICAL TRAINING</w:t>
            </w:r>
          </w:p>
        </w:tc>
        <w:tc>
          <w:tcPr>
            <w:tcW w:w="3771" w:type="dxa"/>
          </w:tcPr>
          <w:p w14:paraId="0CC7BCA8" w14:textId="77777777" w:rsidR="00872430" w:rsidRDefault="00872430" w:rsidP="00872430"/>
          <w:p w14:paraId="659D23D0" w14:textId="77777777" w:rsidR="00872430" w:rsidRDefault="00872430" w:rsidP="00872430"/>
          <w:p w14:paraId="5873D7E6" w14:textId="567E6940" w:rsidR="00872430" w:rsidRDefault="002C1C34" w:rsidP="00872430">
            <w:proofErr w:type="gramStart"/>
            <w:r>
              <w:t>NAME …</w:t>
            </w:r>
            <w:r w:rsidR="00872430">
              <w:t>………………….</w:t>
            </w:r>
            <w:proofErr w:type="gramEnd"/>
            <w:r w:rsidR="00872430">
              <w:t>……….………….</w:t>
            </w:r>
          </w:p>
          <w:p w14:paraId="6F2E7DA0" w14:textId="77777777" w:rsidR="00872430" w:rsidRDefault="00872430" w:rsidP="00872430"/>
          <w:p w14:paraId="6596529E" w14:textId="77777777" w:rsidR="00872430" w:rsidRDefault="00872430" w:rsidP="00872430"/>
          <w:p w14:paraId="52EC5C07" w14:textId="5A21C945" w:rsidR="00872430" w:rsidRDefault="002C1C34" w:rsidP="00872430">
            <w:r>
              <w:t>SIGNATURE: ………</w:t>
            </w:r>
            <w:r w:rsidR="00872430">
              <w:t>……...…….…………</w:t>
            </w:r>
          </w:p>
        </w:tc>
      </w:tr>
      <w:tr w:rsidR="00872430" w14:paraId="25B037E4" w14:textId="77777777" w:rsidTr="00872430">
        <w:trPr>
          <w:trHeight w:val="1138"/>
        </w:trPr>
        <w:tc>
          <w:tcPr>
            <w:tcW w:w="1350" w:type="dxa"/>
            <w:vMerge/>
          </w:tcPr>
          <w:p w14:paraId="3E78EF06" w14:textId="77777777" w:rsidR="00872430" w:rsidRDefault="00872430" w:rsidP="00872430"/>
        </w:tc>
        <w:tc>
          <w:tcPr>
            <w:tcW w:w="3152" w:type="dxa"/>
          </w:tcPr>
          <w:p w14:paraId="407696FD" w14:textId="77777777" w:rsidR="00872430" w:rsidRDefault="00872430" w:rsidP="00872430">
            <w:r w:rsidRPr="00C94817">
              <w:rPr>
                <w:b/>
              </w:rPr>
              <w:t>Care &amp; maintenance</w:t>
            </w:r>
            <w:r>
              <w:rPr>
                <w:b/>
              </w:rPr>
              <w:t xml:space="preserve"> </w:t>
            </w:r>
            <w:r>
              <w:t>– do not place on ground/ants and formic acid. Dampness temperature and storage.</w:t>
            </w:r>
          </w:p>
          <w:p w14:paraId="208B51A3" w14:textId="77777777" w:rsidR="00872430" w:rsidRPr="00FE68F4" w:rsidRDefault="00872430" w:rsidP="00872430"/>
        </w:tc>
        <w:tc>
          <w:tcPr>
            <w:tcW w:w="2025" w:type="dxa"/>
          </w:tcPr>
          <w:p w14:paraId="1BC79902" w14:textId="77777777" w:rsidR="00872430" w:rsidRDefault="00872430" w:rsidP="00872430">
            <w:pPr>
              <w:jc w:val="center"/>
            </w:pPr>
          </w:p>
          <w:p w14:paraId="53459D72" w14:textId="77777777" w:rsidR="00872430" w:rsidRDefault="00872430" w:rsidP="00872430">
            <w:pPr>
              <w:jc w:val="center"/>
            </w:pPr>
            <w:r>
              <w:t xml:space="preserve">THEORETICAL </w:t>
            </w:r>
          </w:p>
          <w:p w14:paraId="30B5EF56" w14:textId="77777777" w:rsidR="00872430" w:rsidRDefault="00872430" w:rsidP="00872430">
            <w:pPr>
              <w:jc w:val="center"/>
            </w:pPr>
            <w:r>
              <w:t>AND</w:t>
            </w:r>
          </w:p>
          <w:p w14:paraId="4EAB96AD" w14:textId="77777777" w:rsidR="00872430" w:rsidRDefault="00872430" w:rsidP="00872430">
            <w:pPr>
              <w:jc w:val="center"/>
            </w:pPr>
            <w:r>
              <w:t>PRACTICAL TRAINING</w:t>
            </w:r>
          </w:p>
        </w:tc>
        <w:tc>
          <w:tcPr>
            <w:tcW w:w="3771" w:type="dxa"/>
          </w:tcPr>
          <w:p w14:paraId="27C03BEC" w14:textId="77777777" w:rsidR="00872430" w:rsidRDefault="00872430" w:rsidP="00872430"/>
          <w:p w14:paraId="14C794BE" w14:textId="10AD96B3" w:rsidR="00872430" w:rsidRDefault="002C1C34" w:rsidP="00872430">
            <w:proofErr w:type="gramStart"/>
            <w:r>
              <w:t>NAME …</w:t>
            </w:r>
            <w:r w:rsidR="00872430">
              <w:t>………………..</w:t>
            </w:r>
            <w:proofErr w:type="gramEnd"/>
            <w:r w:rsidR="00872430">
              <w:t>…………………….</w:t>
            </w:r>
          </w:p>
          <w:p w14:paraId="47A205DB" w14:textId="77777777" w:rsidR="00872430" w:rsidRDefault="00872430" w:rsidP="00872430"/>
          <w:p w14:paraId="2DC76B51" w14:textId="77777777" w:rsidR="00872430" w:rsidRDefault="00872430" w:rsidP="00872430"/>
          <w:p w14:paraId="566CC436" w14:textId="7F1B2989" w:rsidR="00872430" w:rsidRDefault="002C1C34" w:rsidP="00872430">
            <w:r>
              <w:t>SIGNATURE: ……</w:t>
            </w:r>
            <w:r w:rsidR="00872430">
              <w:t>…………………………</w:t>
            </w:r>
          </w:p>
        </w:tc>
      </w:tr>
      <w:tr w:rsidR="00872430" w14:paraId="7293E033" w14:textId="77777777" w:rsidTr="00872430">
        <w:tc>
          <w:tcPr>
            <w:tcW w:w="1350" w:type="dxa"/>
            <w:vMerge/>
          </w:tcPr>
          <w:p w14:paraId="745CEB5C" w14:textId="77777777" w:rsidR="00872430" w:rsidRDefault="00872430" w:rsidP="00872430"/>
        </w:tc>
        <w:tc>
          <w:tcPr>
            <w:tcW w:w="3152" w:type="dxa"/>
          </w:tcPr>
          <w:p w14:paraId="2BBE17D8" w14:textId="77777777" w:rsidR="00872430" w:rsidRDefault="00872430" w:rsidP="00872430">
            <w:r>
              <w:t>Parachutes should be inspected and signed as serviceable every day they are to be used. Any un serviceability should be reported to club safety member for further action.</w:t>
            </w:r>
          </w:p>
        </w:tc>
        <w:tc>
          <w:tcPr>
            <w:tcW w:w="2025" w:type="dxa"/>
          </w:tcPr>
          <w:p w14:paraId="36A570D7" w14:textId="77777777" w:rsidR="00872430" w:rsidRDefault="00872430" w:rsidP="00872430">
            <w:pPr>
              <w:jc w:val="center"/>
            </w:pPr>
          </w:p>
          <w:p w14:paraId="03E6CADD" w14:textId="77777777" w:rsidR="00872430" w:rsidRDefault="00872430" w:rsidP="00872430">
            <w:pPr>
              <w:jc w:val="center"/>
            </w:pPr>
            <w:r>
              <w:t>THEORETICAL AND</w:t>
            </w:r>
          </w:p>
          <w:p w14:paraId="48014332" w14:textId="77777777" w:rsidR="00872430" w:rsidRDefault="00872430" w:rsidP="00872430">
            <w:pPr>
              <w:jc w:val="center"/>
            </w:pPr>
            <w:r>
              <w:t>PRACTICAL TRAINING</w:t>
            </w:r>
          </w:p>
        </w:tc>
        <w:tc>
          <w:tcPr>
            <w:tcW w:w="3771" w:type="dxa"/>
          </w:tcPr>
          <w:p w14:paraId="737BB6DE" w14:textId="77777777" w:rsidR="00872430" w:rsidRDefault="00872430" w:rsidP="00872430"/>
          <w:p w14:paraId="6C235D74" w14:textId="5DDD826A" w:rsidR="00872430" w:rsidRDefault="002C1C34" w:rsidP="00872430">
            <w:proofErr w:type="gramStart"/>
            <w:r>
              <w:t>NAME ……</w:t>
            </w:r>
            <w:r w:rsidR="00872430">
              <w:t>…………………..</w:t>
            </w:r>
            <w:proofErr w:type="gramEnd"/>
            <w:r w:rsidR="00872430">
              <w:t>……………….</w:t>
            </w:r>
          </w:p>
          <w:p w14:paraId="23C52041" w14:textId="77777777" w:rsidR="00872430" w:rsidRDefault="00872430" w:rsidP="00872430"/>
          <w:p w14:paraId="5C7333DB" w14:textId="77777777" w:rsidR="00872430" w:rsidRDefault="00872430" w:rsidP="00872430"/>
          <w:p w14:paraId="4A993505" w14:textId="73C49594" w:rsidR="00872430" w:rsidRDefault="002C1C34" w:rsidP="00872430">
            <w:r>
              <w:t>SIGNATURE</w:t>
            </w:r>
            <w:proofErr w:type="gramStart"/>
            <w:r>
              <w:t>: …</w:t>
            </w:r>
            <w:r w:rsidR="00872430">
              <w:t>….</w:t>
            </w:r>
            <w:proofErr w:type="gramEnd"/>
            <w:r w:rsidR="00872430">
              <w:t>……...…………………</w:t>
            </w:r>
          </w:p>
        </w:tc>
      </w:tr>
      <w:tr w:rsidR="00872430" w14:paraId="1B45671D" w14:textId="77777777" w:rsidTr="00872430">
        <w:tc>
          <w:tcPr>
            <w:tcW w:w="1350" w:type="dxa"/>
            <w:vMerge/>
          </w:tcPr>
          <w:p w14:paraId="2E0CE722" w14:textId="77777777" w:rsidR="00872430" w:rsidRDefault="00872430" w:rsidP="00872430"/>
        </w:tc>
        <w:tc>
          <w:tcPr>
            <w:tcW w:w="3152" w:type="dxa"/>
          </w:tcPr>
          <w:p w14:paraId="400BDEB1" w14:textId="77777777" w:rsidR="00872430" w:rsidRDefault="00872430" w:rsidP="00872430">
            <w:r w:rsidRPr="00C94817">
              <w:rPr>
                <w:b/>
              </w:rPr>
              <w:t>Inspection</w:t>
            </w:r>
            <w:r>
              <w:t xml:space="preserve"> – rip pins/rip cord/handle stowed/housing not kinked/harness stitching is sound. Snap hooks/bungee cord and repacking every 6 months.</w:t>
            </w:r>
          </w:p>
        </w:tc>
        <w:tc>
          <w:tcPr>
            <w:tcW w:w="2025" w:type="dxa"/>
          </w:tcPr>
          <w:p w14:paraId="226AEFE3" w14:textId="77777777" w:rsidR="00872430" w:rsidRDefault="00872430" w:rsidP="00872430">
            <w:pPr>
              <w:jc w:val="center"/>
            </w:pPr>
          </w:p>
          <w:p w14:paraId="7B81AB28" w14:textId="77777777" w:rsidR="00872430" w:rsidRDefault="00872430" w:rsidP="00872430">
            <w:pPr>
              <w:jc w:val="center"/>
            </w:pPr>
            <w:r>
              <w:t>THEORETICAL AND</w:t>
            </w:r>
          </w:p>
          <w:p w14:paraId="3890199D" w14:textId="77777777" w:rsidR="00872430" w:rsidRDefault="00872430" w:rsidP="00872430">
            <w:pPr>
              <w:jc w:val="center"/>
            </w:pPr>
            <w:r>
              <w:t>PRACTICAL TRAINING</w:t>
            </w:r>
          </w:p>
        </w:tc>
        <w:tc>
          <w:tcPr>
            <w:tcW w:w="3771" w:type="dxa"/>
          </w:tcPr>
          <w:p w14:paraId="0B336E16" w14:textId="77777777" w:rsidR="00872430" w:rsidRDefault="00872430" w:rsidP="00872430"/>
          <w:p w14:paraId="4F12F17F" w14:textId="5E3E5D17" w:rsidR="00872430" w:rsidRDefault="002C1C34" w:rsidP="00872430">
            <w:proofErr w:type="gramStart"/>
            <w:r>
              <w:t>NAME ……</w:t>
            </w:r>
            <w:r w:rsidR="00872430">
              <w:t>…………………………..</w:t>
            </w:r>
            <w:proofErr w:type="gramEnd"/>
            <w:r w:rsidR="00872430">
              <w:t>……….</w:t>
            </w:r>
          </w:p>
          <w:p w14:paraId="24C7751F" w14:textId="77777777" w:rsidR="00872430" w:rsidRDefault="00872430" w:rsidP="00872430"/>
          <w:p w14:paraId="12E4F3E4" w14:textId="77777777" w:rsidR="00872430" w:rsidRDefault="00872430" w:rsidP="00872430"/>
          <w:p w14:paraId="746D2C32" w14:textId="4C1C2C96" w:rsidR="00872430" w:rsidRDefault="002C1C34" w:rsidP="00872430">
            <w:r>
              <w:t>SIGNATURE: ……</w:t>
            </w:r>
            <w:r w:rsidR="00872430">
              <w:t>...……………………..</w:t>
            </w:r>
          </w:p>
        </w:tc>
      </w:tr>
    </w:tbl>
    <w:p w14:paraId="4B8BFE57" w14:textId="32F3311A" w:rsidR="00FF05C6" w:rsidRDefault="0085614C" w:rsidP="00BE6DE9">
      <w:pPr>
        <w:rPr>
          <w:sz w:val="22"/>
          <w:szCs w:val="22"/>
        </w:rPr>
      </w:pPr>
      <w:r w:rsidRPr="00E066A7">
        <w:rPr>
          <w:sz w:val="22"/>
          <w:szCs w:val="22"/>
        </w:rPr>
        <w:t>I confirm that I</w:t>
      </w:r>
      <w:r>
        <w:rPr>
          <w:sz w:val="22"/>
          <w:szCs w:val="22"/>
        </w:rPr>
        <w:t xml:space="preserve"> have received all the theoretical and practical training</w:t>
      </w:r>
      <w:r w:rsidRPr="00E066A7">
        <w:rPr>
          <w:sz w:val="22"/>
          <w:szCs w:val="22"/>
        </w:rPr>
        <w:t xml:space="preserve"> outlined above, </w:t>
      </w:r>
      <w:r>
        <w:rPr>
          <w:sz w:val="22"/>
          <w:szCs w:val="22"/>
        </w:rPr>
        <w:t>and that I fully understand the procedures and health and safety aspects regarding each of the procedures as described above.</w:t>
      </w:r>
    </w:p>
    <w:p w14:paraId="6C9FB933" w14:textId="77777777" w:rsidR="00FF05C6" w:rsidRDefault="00FF05C6" w:rsidP="00BE6DE9">
      <w:pPr>
        <w:rPr>
          <w:sz w:val="22"/>
          <w:szCs w:val="22"/>
        </w:rPr>
      </w:pPr>
    </w:p>
    <w:p w14:paraId="6694929D" w14:textId="6CC97F54" w:rsidR="00FF05C6" w:rsidRDefault="00FF05C6" w:rsidP="00BE6DE9">
      <w:pPr>
        <w:rPr>
          <w:sz w:val="22"/>
          <w:szCs w:val="22"/>
        </w:rPr>
      </w:pPr>
      <w:r>
        <w:rPr>
          <w:sz w:val="22"/>
          <w:szCs w:val="22"/>
        </w:rPr>
        <w:t>MEMBER NAME……………</w:t>
      </w:r>
      <w:r w:rsidR="0085614C" w:rsidRPr="00E066A7">
        <w:rPr>
          <w:sz w:val="22"/>
          <w:szCs w:val="22"/>
        </w:rPr>
        <w:t>..............................................</w:t>
      </w:r>
      <w:r w:rsidR="0085614C">
        <w:rPr>
          <w:sz w:val="22"/>
          <w:szCs w:val="22"/>
        </w:rPr>
        <w:t>........................</w:t>
      </w:r>
      <w:r w:rsidR="0085614C" w:rsidRPr="00E066A7">
        <w:rPr>
          <w:sz w:val="22"/>
          <w:szCs w:val="22"/>
        </w:rPr>
        <w:t xml:space="preserve">DATE: ………………… </w:t>
      </w:r>
      <w:r w:rsidR="0085614C">
        <w:rPr>
          <w:sz w:val="22"/>
          <w:szCs w:val="22"/>
        </w:rPr>
        <w:t xml:space="preserve"> </w:t>
      </w:r>
    </w:p>
    <w:p w14:paraId="321F6B6C" w14:textId="77777777" w:rsidR="002C1C34" w:rsidRDefault="002C1C34" w:rsidP="00BE6DE9">
      <w:pPr>
        <w:rPr>
          <w:sz w:val="22"/>
          <w:szCs w:val="22"/>
        </w:rPr>
      </w:pPr>
    </w:p>
    <w:p w14:paraId="2A17C2FA" w14:textId="77777777" w:rsidR="00FF05C6" w:rsidRDefault="00FF05C6" w:rsidP="00BE6DE9">
      <w:pPr>
        <w:rPr>
          <w:sz w:val="22"/>
          <w:szCs w:val="22"/>
        </w:rPr>
      </w:pPr>
    </w:p>
    <w:p w14:paraId="64F1BE73" w14:textId="52EEE6F7" w:rsidR="0085614C" w:rsidRPr="00FF05C6" w:rsidRDefault="002C1C34" w:rsidP="00BE6DE9">
      <w:pPr>
        <w:rPr>
          <w:sz w:val="22"/>
          <w:szCs w:val="22"/>
        </w:rPr>
      </w:pPr>
      <w:r>
        <w:rPr>
          <w:sz w:val="22"/>
          <w:szCs w:val="22"/>
        </w:rPr>
        <w:t xml:space="preserve">MEMBER </w:t>
      </w:r>
      <w:proofErr w:type="gramStart"/>
      <w:r w:rsidR="0085614C" w:rsidRPr="00E066A7">
        <w:rPr>
          <w:sz w:val="22"/>
          <w:szCs w:val="22"/>
        </w:rPr>
        <w:t>SIGNATURE ………………</w:t>
      </w:r>
      <w:r w:rsidR="0085614C">
        <w:t>……………………………………………</w:t>
      </w:r>
      <w:r w:rsidR="00FF05C6">
        <w:t>………………..</w:t>
      </w:r>
      <w:proofErr w:type="gramEnd"/>
    </w:p>
    <w:sectPr w:rsidR="0085614C" w:rsidRPr="00FF05C6" w:rsidSect="00FF05C6">
      <w:pgSz w:w="11900" w:h="16840"/>
      <w:pgMar w:top="567" w:right="1800" w:bottom="113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602BA"/>
    <w:multiLevelType w:val="hybridMultilevel"/>
    <w:tmpl w:val="677C5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CFD"/>
    <w:rsid w:val="000B348B"/>
    <w:rsid w:val="000D41A4"/>
    <w:rsid w:val="0022214A"/>
    <w:rsid w:val="002A7860"/>
    <w:rsid w:val="002C1C34"/>
    <w:rsid w:val="002C493B"/>
    <w:rsid w:val="0034132F"/>
    <w:rsid w:val="00433107"/>
    <w:rsid w:val="00520A02"/>
    <w:rsid w:val="005F39D8"/>
    <w:rsid w:val="00690DC5"/>
    <w:rsid w:val="00765C34"/>
    <w:rsid w:val="007C77B2"/>
    <w:rsid w:val="00834689"/>
    <w:rsid w:val="0085614C"/>
    <w:rsid w:val="00872430"/>
    <w:rsid w:val="008C7BD7"/>
    <w:rsid w:val="009304BA"/>
    <w:rsid w:val="00993DED"/>
    <w:rsid w:val="00A023D5"/>
    <w:rsid w:val="00A44145"/>
    <w:rsid w:val="00B54E8C"/>
    <w:rsid w:val="00BE6DE9"/>
    <w:rsid w:val="00C16C03"/>
    <w:rsid w:val="00C1708D"/>
    <w:rsid w:val="00C94817"/>
    <w:rsid w:val="00D76CFD"/>
    <w:rsid w:val="00DD233A"/>
    <w:rsid w:val="00E02A2E"/>
    <w:rsid w:val="00F81DB0"/>
    <w:rsid w:val="00FE68F4"/>
    <w:rsid w:val="00FF05C6"/>
    <w:rsid w:val="00FF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A926C1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6C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05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6C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05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owlandtaylor:Library:Application%20Support:Microsoft:Office:User%20Templates:My%20Templates:Document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6936D59-7194-A341-8843-534829D2E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Document1.dotx</Template>
  <TotalTime>0</TotalTime>
  <Pages>1</Pages>
  <Words>296</Words>
  <Characters>1691</Characters>
  <Application>Microsoft Macintosh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ROWLAND TAYLOR</dc:creator>
  <cp:keywords/>
  <dc:description/>
  <cp:lastModifiedBy>ROWLAND TAYLOR</cp:lastModifiedBy>
  <cp:revision>2</cp:revision>
  <cp:lastPrinted>2017-03-25T10:24:00Z</cp:lastPrinted>
  <dcterms:created xsi:type="dcterms:W3CDTF">2017-10-05T08:23:00Z</dcterms:created>
  <dcterms:modified xsi:type="dcterms:W3CDTF">2017-10-05T08:23:00Z</dcterms:modified>
</cp:coreProperties>
</file>